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03" w:rsidRDefault="00BA2A03" w:rsidP="00815AAD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5.35pt;margin-top:-7.55pt;width:177.85pt;height:42.75pt;z-index:251658240">
            <v:textbox>
              <w:txbxContent>
                <w:p w:rsidR="00BA2A03" w:rsidRPr="008C5E90" w:rsidRDefault="00BA2A03" w:rsidP="002B08BB">
                  <w:r w:rsidRPr="00BC4432">
                    <w:rPr>
                      <w:rFonts w:hint="eastAsia"/>
                      <w:b/>
                      <w:sz w:val="24"/>
                    </w:rPr>
                    <w:t>上海师范大学</w:t>
                  </w:r>
                  <w:r w:rsidRPr="00BC4432">
                    <w:rPr>
                      <w:b/>
                      <w:sz w:val="24"/>
                    </w:rPr>
                    <w:t>2013</w:t>
                  </w:r>
                  <w:r>
                    <w:rPr>
                      <w:rFonts w:hint="eastAsia"/>
                      <w:b/>
                      <w:sz w:val="24"/>
                    </w:rPr>
                    <w:t>年学生科研专项工作推进会材料之一</w:t>
                  </w:r>
                </w:p>
              </w:txbxContent>
            </v:textbox>
          </v:shape>
        </w:pict>
      </w:r>
    </w:p>
    <w:p w:rsidR="00BA2A03" w:rsidRPr="00443369" w:rsidRDefault="00BA2A03" w:rsidP="00815AAD">
      <w:pPr>
        <w:spacing w:line="360" w:lineRule="auto"/>
        <w:jc w:val="center"/>
        <w:rPr>
          <w:b/>
          <w:sz w:val="28"/>
          <w:szCs w:val="28"/>
        </w:rPr>
      </w:pPr>
      <w:r w:rsidRPr="00443369">
        <w:rPr>
          <w:rFonts w:hint="eastAsia"/>
          <w:b/>
          <w:sz w:val="28"/>
          <w:szCs w:val="28"/>
        </w:rPr>
        <w:t>关于开展上海师范大学</w:t>
      </w:r>
    </w:p>
    <w:p w:rsidR="00BA2A03" w:rsidRPr="00443369" w:rsidRDefault="00BA2A03" w:rsidP="00815AAD">
      <w:pPr>
        <w:spacing w:line="360" w:lineRule="auto"/>
        <w:jc w:val="center"/>
        <w:rPr>
          <w:b/>
          <w:sz w:val="28"/>
          <w:szCs w:val="28"/>
        </w:rPr>
      </w:pPr>
      <w:r w:rsidRPr="00443369">
        <w:rPr>
          <w:rFonts w:hint="eastAsia"/>
          <w:b/>
          <w:sz w:val="28"/>
          <w:szCs w:val="28"/>
        </w:rPr>
        <w:t>第十三届“挑战杯”大学生课外学术科技作品竞赛孵化工作的通知</w:t>
      </w:r>
    </w:p>
    <w:p w:rsidR="00BA2A03" w:rsidRPr="00815AAD" w:rsidRDefault="00BA2A03" w:rsidP="00815AAD">
      <w:pPr>
        <w:spacing w:line="360" w:lineRule="auto"/>
        <w:rPr>
          <w:sz w:val="24"/>
          <w:szCs w:val="24"/>
        </w:rPr>
      </w:pPr>
    </w:p>
    <w:p w:rsidR="00BA2A03" w:rsidRDefault="00BA2A03" w:rsidP="00815AA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各学院，各部门：</w:t>
      </w:r>
    </w:p>
    <w:p w:rsidR="00BA2A03" w:rsidRDefault="00BA2A03" w:rsidP="002D58AE">
      <w:pPr>
        <w:spacing w:line="360" w:lineRule="auto"/>
        <w:ind w:firstLineChars="200" w:firstLine="480"/>
        <w:rPr>
          <w:sz w:val="24"/>
          <w:szCs w:val="24"/>
        </w:rPr>
      </w:pPr>
      <w:bookmarkStart w:id="0" w:name="OLE_LINK1"/>
      <w:r w:rsidRPr="002D58AE">
        <w:rPr>
          <w:rFonts w:hint="eastAsia"/>
          <w:sz w:val="24"/>
          <w:szCs w:val="24"/>
        </w:rPr>
        <w:t>为</w:t>
      </w:r>
      <w:r>
        <w:rPr>
          <w:rFonts w:hint="eastAsia"/>
          <w:sz w:val="24"/>
          <w:szCs w:val="24"/>
        </w:rPr>
        <w:t>更好地激励学生参与科研活动，发挥科研竞赛的育人作用，培养学生的创新精神和自主创新能力，营造良好的校园文化的学术氛围，全面提升学生的自身修养和科研素养，同时为</w:t>
      </w:r>
      <w:r w:rsidRPr="00C35A77">
        <w:rPr>
          <w:rFonts w:hint="eastAsia"/>
          <w:sz w:val="24"/>
          <w:szCs w:val="24"/>
        </w:rPr>
        <w:t>参加全市和全国“挑战杯”大学生课外学术作品竞赛作充分准备</w:t>
      </w:r>
      <w:r>
        <w:rPr>
          <w:rFonts w:hint="eastAsia"/>
          <w:sz w:val="24"/>
          <w:szCs w:val="24"/>
        </w:rPr>
        <w:t>，</w:t>
      </w:r>
      <w:r w:rsidRPr="002D58AE">
        <w:rPr>
          <w:rFonts w:hint="eastAsia"/>
          <w:sz w:val="24"/>
          <w:szCs w:val="24"/>
        </w:rPr>
        <w:t>培育一批高质量、高层次的学生科研成果，培养一批有科研学术特长的学生骨干力量，为大学生展示学术才华和科研能力提供良好的平台，学校决定</w:t>
      </w:r>
      <w:r>
        <w:rPr>
          <w:rFonts w:hint="eastAsia"/>
          <w:sz w:val="24"/>
          <w:szCs w:val="24"/>
        </w:rPr>
        <w:t>组织开展第十三届“挑战杯”大学生课外学术科技作品竞赛孵化工作。</w:t>
      </w:r>
      <w:bookmarkEnd w:id="0"/>
      <w:r w:rsidRPr="002D58AE">
        <w:rPr>
          <w:rFonts w:hint="eastAsia"/>
          <w:sz w:val="24"/>
          <w:szCs w:val="24"/>
        </w:rPr>
        <w:t>现将有关事项通知如下：</w:t>
      </w:r>
    </w:p>
    <w:p w:rsidR="00BA2A03" w:rsidRPr="002D58AE" w:rsidRDefault="00BA2A03" w:rsidP="002D58AE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Pr="00240CE5" w:rsidRDefault="00BA2A03" w:rsidP="00240CE5">
      <w:pPr>
        <w:spacing w:line="360" w:lineRule="auto"/>
        <w:ind w:firstLineChars="200" w:firstLine="482"/>
        <w:rPr>
          <w:b/>
          <w:sz w:val="24"/>
          <w:szCs w:val="24"/>
        </w:rPr>
      </w:pPr>
      <w:r w:rsidRPr="00240CE5">
        <w:rPr>
          <w:rFonts w:hint="eastAsia"/>
          <w:b/>
          <w:sz w:val="24"/>
          <w:szCs w:val="24"/>
        </w:rPr>
        <w:t>一、组织领导</w:t>
      </w:r>
    </w:p>
    <w:p w:rsidR="00BA2A03" w:rsidRDefault="00BA2A03" w:rsidP="00240CE5">
      <w:pPr>
        <w:spacing w:line="360" w:lineRule="auto"/>
        <w:ind w:firstLineChars="200" w:firstLine="480"/>
        <w:rPr>
          <w:rFonts w:cs="宋体"/>
          <w:kern w:val="0"/>
          <w:sz w:val="24"/>
        </w:rPr>
      </w:pPr>
      <w:r w:rsidRPr="00DE414C">
        <w:rPr>
          <w:rFonts w:hint="eastAsia"/>
          <w:sz w:val="24"/>
          <w:szCs w:val="24"/>
        </w:rPr>
        <w:t>为保证活动的顺利开展，</w:t>
      </w:r>
      <w:r>
        <w:rPr>
          <w:rFonts w:hint="eastAsia"/>
          <w:sz w:val="24"/>
          <w:szCs w:val="24"/>
        </w:rPr>
        <w:t>孵化工作由</w:t>
      </w:r>
      <w:r w:rsidRPr="007B75DE">
        <w:rPr>
          <w:rFonts w:hint="eastAsia"/>
          <w:sz w:val="24"/>
        </w:rPr>
        <w:t>上海师范大学大学生科技创新工作指导委员会</w:t>
      </w:r>
      <w:r>
        <w:rPr>
          <w:rFonts w:hint="eastAsia"/>
          <w:sz w:val="24"/>
        </w:rPr>
        <w:t>（</w:t>
      </w:r>
      <w:r w:rsidRPr="007B75DE">
        <w:rPr>
          <w:rFonts w:hint="eastAsia"/>
          <w:sz w:val="24"/>
        </w:rPr>
        <w:t>以下简称“委员会”）</w:t>
      </w:r>
      <w:r>
        <w:rPr>
          <w:rFonts w:hint="eastAsia"/>
          <w:sz w:val="24"/>
        </w:rPr>
        <w:t>统一指导。</w:t>
      </w:r>
      <w:r w:rsidRPr="00DE414C">
        <w:rPr>
          <w:rFonts w:hint="eastAsia"/>
          <w:sz w:val="24"/>
          <w:szCs w:val="24"/>
        </w:rPr>
        <w:t>各学院务必高度重视，按照</w:t>
      </w:r>
      <w:r w:rsidRPr="007B75DE">
        <w:rPr>
          <w:rFonts w:hint="eastAsia"/>
          <w:sz w:val="24"/>
        </w:rPr>
        <w:t>委员会</w:t>
      </w:r>
      <w:r w:rsidRPr="00DE414C">
        <w:rPr>
          <w:rFonts w:hint="eastAsia"/>
          <w:sz w:val="24"/>
          <w:szCs w:val="24"/>
        </w:rPr>
        <w:t>的要求，切实加强对这项工作的领导，组织好作品申报工作；各相关部门要切实做好本次活动的部署、组织、宣传、评审等工作。</w:t>
      </w:r>
      <w:r w:rsidRPr="009224CC">
        <w:rPr>
          <w:rFonts w:hint="eastAsia"/>
          <w:sz w:val="24"/>
          <w:szCs w:val="24"/>
        </w:rPr>
        <w:t>孵化工作秘</w:t>
      </w:r>
      <w:r w:rsidRPr="007B75DE">
        <w:rPr>
          <w:rFonts w:cs="宋体" w:hint="eastAsia"/>
          <w:kern w:val="0"/>
          <w:sz w:val="24"/>
        </w:rPr>
        <w:t>书处设在校团委</w:t>
      </w:r>
      <w:r>
        <w:rPr>
          <w:rFonts w:cs="宋体" w:hint="eastAsia"/>
          <w:kern w:val="0"/>
          <w:sz w:val="24"/>
        </w:rPr>
        <w:t>。</w:t>
      </w:r>
    </w:p>
    <w:p w:rsidR="00BA2A03" w:rsidRDefault="00BA2A03" w:rsidP="00240CE5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Pr="00240CE5" w:rsidRDefault="00BA2A03" w:rsidP="00240CE5">
      <w:pPr>
        <w:spacing w:line="360" w:lineRule="auto"/>
        <w:ind w:firstLineChars="200" w:firstLine="482"/>
        <w:rPr>
          <w:b/>
          <w:sz w:val="24"/>
          <w:szCs w:val="24"/>
        </w:rPr>
      </w:pPr>
      <w:r w:rsidRPr="00240CE5">
        <w:rPr>
          <w:rFonts w:hint="eastAsia"/>
          <w:b/>
          <w:sz w:val="24"/>
          <w:szCs w:val="24"/>
        </w:rPr>
        <w:t>二、申报方式</w:t>
      </w:r>
    </w:p>
    <w:p w:rsidR="00BA2A03" w:rsidRPr="00DE414C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rFonts w:hint="eastAsia"/>
          <w:sz w:val="24"/>
          <w:szCs w:val="24"/>
        </w:rPr>
        <w:t>全校全日制专科生、本科生、硕士研究生和博士研究生（均不含在职研究生）都可申报作品参赛。学生可按自然科学学术论文、哲学社会科学类学术论文和调查报告（限定在哲学、经济、社会、法律、教育、管理</w:t>
      </w:r>
      <w:r w:rsidRPr="00DE414C">
        <w:rPr>
          <w:sz w:val="24"/>
          <w:szCs w:val="24"/>
        </w:rPr>
        <w:t>6</w:t>
      </w:r>
      <w:r w:rsidRPr="00DE414C">
        <w:rPr>
          <w:rFonts w:hint="eastAsia"/>
          <w:sz w:val="24"/>
          <w:szCs w:val="24"/>
        </w:rPr>
        <w:t>个学科）、科技发明制作三类作品申报参赛。其中，自然科学类学术论文作者仅限本、专科学生参赛。科技发明制作类分为Ⅰ、Ⅱ两类：Ⅰ类指科技含量较高、制作投入较大的作品；Ⅱ类指投入较少，且为生产技术或社会生活带来便利的小发明、小制作等。</w:t>
      </w:r>
    </w:p>
    <w:p w:rsidR="00BA2A03" w:rsidRPr="00DE414C" w:rsidRDefault="00BA2A03" w:rsidP="00521FB2">
      <w:pPr>
        <w:spacing w:line="360" w:lineRule="auto"/>
        <w:ind w:firstLineChars="200" w:firstLine="480"/>
        <w:rPr>
          <w:sz w:val="24"/>
          <w:szCs w:val="24"/>
        </w:rPr>
      </w:pPr>
      <w:r w:rsidRPr="007B75DE">
        <w:rPr>
          <w:rFonts w:hint="eastAsia"/>
          <w:sz w:val="24"/>
        </w:rPr>
        <w:t>委员会</w:t>
      </w:r>
      <w:r w:rsidRPr="00DE414C">
        <w:rPr>
          <w:rFonts w:hint="eastAsia"/>
          <w:sz w:val="24"/>
          <w:szCs w:val="24"/>
        </w:rPr>
        <w:t>将聘请有关专家评定出具有较高学术理论水平、实际应用价值和创新意义的优秀作品，投入</w:t>
      </w:r>
      <w:r>
        <w:rPr>
          <w:rFonts w:hint="eastAsia"/>
          <w:sz w:val="24"/>
          <w:szCs w:val="24"/>
        </w:rPr>
        <w:t>孵化</w:t>
      </w:r>
      <w:r w:rsidRPr="00DE414C">
        <w:rPr>
          <w:rFonts w:hint="eastAsia"/>
          <w:sz w:val="24"/>
          <w:szCs w:val="24"/>
        </w:rPr>
        <w:t>经费，予以支持，并推荐参加上海市“挑战杯”大学生课外学术科技作品竞赛。</w:t>
      </w:r>
    </w:p>
    <w:p w:rsidR="00BA2A03" w:rsidRPr="00240CE5" w:rsidRDefault="00BA2A03" w:rsidP="00240CE5">
      <w:pPr>
        <w:spacing w:line="360" w:lineRule="auto"/>
        <w:ind w:firstLineChars="200" w:firstLine="482"/>
        <w:rPr>
          <w:b/>
          <w:sz w:val="24"/>
          <w:szCs w:val="24"/>
        </w:rPr>
      </w:pPr>
      <w:r w:rsidRPr="00240CE5">
        <w:rPr>
          <w:rFonts w:hint="eastAsia"/>
          <w:b/>
          <w:sz w:val="24"/>
          <w:szCs w:val="24"/>
        </w:rPr>
        <w:t>三、作品申报</w:t>
      </w:r>
    </w:p>
    <w:p w:rsidR="00BA2A03" w:rsidRPr="00DE414C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rFonts w:hint="eastAsia"/>
          <w:sz w:val="24"/>
          <w:szCs w:val="24"/>
        </w:rPr>
        <w:t>申报参赛的作品必须是</w:t>
      </w:r>
      <w:r w:rsidRPr="00DE414C">
        <w:rPr>
          <w:sz w:val="24"/>
          <w:szCs w:val="24"/>
        </w:rPr>
        <w:t>2011</w:t>
      </w:r>
      <w:r w:rsidRPr="00DE414C">
        <w:rPr>
          <w:rFonts w:hint="eastAsia"/>
          <w:sz w:val="24"/>
          <w:szCs w:val="24"/>
        </w:rPr>
        <w:t>年</w:t>
      </w:r>
      <w:r w:rsidRPr="00DE414C">
        <w:rPr>
          <w:sz w:val="24"/>
          <w:szCs w:val="24"/>
        </w:rPr>
        <w:t>7</w:t>
      </w:r>
      <w:r w:rsidRPr="00DE414C">
        <w:rPr>
          <w:rFonts w:hint="eastAsia"/>
          <w:sz w:val="24"/>
          <w:szCs w:val="24"/>
        </w:rPr>
        <w:t>月</w:t>
      </w:r>
      <w:r w:rsidRPr="00DE414C">
        <w:rPr>
          <w:sz w:val="24"/>
          <w:szCs w:val="24"/>
        </w:rPr>
        <w:t>1</w:t>
      </w:r>
      <w:r w:rsidRPr="00DE414C">
        <w:rPr>
          <w:rFonts w:hint="eastAsia"/>
          <w:sz w:val="24"/>
          <w:szCs w:val="24"/>
        </w:rPr>
        <w:t>日</w:t>
      </w:r>
      <w:r w:rsidRPr="00DE414C">
        <w:rPr>
          <w:sz w:val="24"/>
          <w:szCs w:val="24"/>
        </w:rPr>
        <w:t>—2013</w:t>
      </w:r>
      <w:r w:rsidRPr="00DE414C">
        <w:rPr>
          <w:rFonts w:hint="eastAsia"/>
          <w:sz w:val="24"/>
          <w:szCs w:val="24"/>
        </w:rPr>
        <w:t>年</w:t>
      </w:r>
      <w:r w:rsidRPr="00DE414C">
        <w:rPr>
          <w:sz w:val="24"/>
          <w:szCs w:val="24"/>
        </w:rPr>
        <w:t>7</w:t>
      </w:r>
      <w:r w:rsidRPr="00DE414C">
        <w:rPr>
          <w:rFonts w:hint="eastAsia"/>
          <w:sz w:val="24"/>
          <w:szCs w:val="24"/>
        </w:rPr>
        <w:t>月</w:t>
      </w:r>
      <w:r w:rsidRPr="00DE414C">
        <w:rPr>
          <w:sz w:val="24"/>
          <w:szCs w:val="24"/>
        </w:rPr>
        <w:t>1</w:t>
      </w:r>
      <w:r w:rsidRPr="00DE414C">
        <w:rPr>
          <w:rFonts w:hint="eastAsia"/>
          <w:sz w:val="24"/>
          <w:szCs w:val="24"/>
        </w:rPr>
        <w:t>日期间完成的学生课外学</w:t>
      </w:r>
      <w:r>
        <w:rPr>
          <w:rFonts w:hint="eastAsia"/>
          <w:sz w:val="24"/>
          <w:szCs w:val="24"/>
        </w:rPr>
        <w:t>术科技或社会实践成果，可分为个人和集体申报作品。申报个人作品的</w:t>
      </w:r>
      <w:r w:rsidRPr="00DE414C">
        <w:rPr>
          <w:rFonts w:hint="eastAsia"/>
          <w:sz w:val="24"/>
          <w:szCs w:val="24"/>
        </w:rPr>
        <w:t>申报者</w:t>
      </w:r>
      <w:r>
        <w:rPr>
          <w:rFonts w:hint="eastAsia"/>
          <w:sz w:val="24"/>
          <w:szCs w:val="24"/>
        </w:rPr>
        <w:t>，</w:t>
      </w:r>
      <w:r w:rsidRPr="00DE414C">
        <w:rPr>
          <w:rFonts w:hint="eastAsia"/>
          <w:sz w:val="24"/>
          <w:szCs w:val="24"/>
        </w:rPr>
        <w:t>必须承担申报作品</w:t>
      </w:r>
      <w:r w:rsidRPr="00DE414C">
        <w:rPr>
          <w:sz w:val="24"/>
          <w:szCs w:val="24"/>
        </w:rPr>
        <w:t>60%</w:t>
      </w:r>
      <w:r w:rsidRPr="00DE414C">
        <w:rPr>
          <w:rFonts w:hint="eastAsia"/>
          <w:sz w:val="24"/>
          <w:szCs w:val="24"/>
        </w:rPr>
        <w:t>以上研究工作，作品鉴定证书、专利证书及发表的有关作品上的署名均应为第一作者，合作者必须是学生且不得超过</w:t>
      </w:r>
      <w:r w:rsidRPr="00DE414C">
        <w:rPr>
          <w:sz w:val="24"/>
          <w:szCs w:val="24"/>
        </w:rPr>
        <w:t>2</w:t>
      </w:r>
      <w:r w:rsidRPr="00DE414C">
        <w:rPr>
          <w:rFonts w:hint="eastAsia"/>
          <w:sz w:val="24"/>
          <w:szCs w:val="24"/>
        </w:rPr>
        <w:t>人；凡作者超过</w:t>
      </w:r>
      <w:r w:rsidRPr="00DE414C">
        <w:rPr>
          <w:sz w:val="24"/>
          <w:szCs w:val="24"/>
        </w:rPr>
        <w:t>3</w:t>
      </w:r>
      <w:r w:rsidRPr="00DE414C">
        <w:rPr>
          <w:rFonts w:hint="eastAsia"/>
          <w:sz w:val="24"/>
          <w:szCs w:val="24"/>
        </w:rPr>
        <w:t>人的项目，或不超过</w:t>
      </w:r>
      <w:r w:rsidRPr="00DE414C">
        <w:rPr>
          <w:sz w:val="24"/>
          <w:szCs w:val="24"/>
        </w:rPr>
        <w:t>3</w:t>
      </w:r>
      <w:r w:rsidRPr="00DE414C">
        <w:rPr>
          <w:rFonts w:hint="eastAsia"/>
          <w:sz w:val="24"/>
          <w:szCs w:val="24"/>
        </w:rPr>
        <w:t>人但无法区分第一作者的项目，均须申报集体作品。集体作品除填写集体作品名称外，还要注明</w:t>
      </w:r>
      <w:r w:rsidRPr="00DE414C">
        <w:rPr>
          <w:sz w:val="24"/>
          <w:szCs w:val="24"/>
        </w:rPr>
        <w:t>1</w:t>
      </w:r>
      <w:r w:rsidRPr="00DE414C">
        <w:rPr>
          <w:rFonts w:hint="eastAsia"/>
          <w:sz w:val="24"/>
          <w:szCs w:val="24"/>
        </w:rPr>
        <w:t>位学生为集体项目的代表，集体作品作者必须均为学生，且集体作品总作者数不得超过</w:t>
      </w:r>
      <w:r w:rsidRPr="00DE414C">
        <w:rPr>
          <w:sz w:val="24"/>
          <w:szCs w:val="24"/>
        </w:rPr>
        <w:t>6</w:t>
      </w:r>
      <w:r w:rsidRPr="00DE414C">
        <w:rPr>
          <w:rFonts w:hint="eastAsia"/>
          <w:sz w:val="24"/>
          <w:szCs w:val="24"/>
        </w:rPr>
        <w:t>人。凡有合作者的个人作品或集体作品，均按学历最高的作者划分为专科生、本科生和硕士研究生或博士研究生作品。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rFonts w:hint="eastAsia"/>
          <w:sz w:val="24"/>
          <w:szCs w:val="24"/>
        </w:rPr>
        <w:t>毕业设计和课程设计（论文）、学年论文和学位论文、国际竞赛中获奖的作品、获国家级奖励成果等均不在申报范围之列。</w:t>
      </w:r>
    </w:p>
    <w:p w:rsidR="00BA2A03" w:rsidRPr="00DE414C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Pr="00240CE5" w:rsidRDefault="00BA2A03" w:rsidP="00240CE5">
      <w:pPr>
        <w:spacing w:line="360" w:lineRule="auto"/>
        <w:ind w:firstLineChars="200" w:firstLine="482"/>
        <w:rPr>
          <w:b/>
          <w:sz w:val="24"/>
          <w:szCs w:val="24"/>
        </w:rPr>
      </w:pPr>
      <w:r w:rsidRPr="00240CE5">
        <w:rPr>
          <w:rFonts w:hint="eastAsia"/>
          <w:b/>
          <w:sz w:val="24"/>
          <w:szCs w:val="24"/>
        </w:rPr>
        <w:t>四、实施步骤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sz w:val="24"/>
          <w:szCs w:val="24"/>
        </w:rPr>
        <w:t>1</w:t>
      </w:r>
      <w:r w:rsidRPr="00DE414C">
        <w:rPr>
          <w:rFonts w:hint="eastAsia"/>
          <w:sz w:val="24"/>
          <w:szCs w:val="24"/>
        </w:rPr>
        <w:t>．动员部署阶段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2012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—11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</w:t>
      </w:r>
    </w:p>
    <w:p w:rsidR="00BA2A03" w:rsidRDefault="00BA2A03" w:rsidP="004C612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</w:t>
      </w:r>
      <w:r w:rsidRPr="00DE414C">
        <w:rPr>
          <w:rFonts w:hint="eastAsia"/>
          <w:sz w:val="24"/>
          <w:szCs w:val="24"/>
        </w:rPr>
        <w:t>确定竞赛办法，提出具体要求，下发正式文件。各学院按照文件要求及时部署，做好宣传、组织、作品筛选等工作。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结合学生科研课题中期检查，梳理各学院现有的各类学生科研课题（包括：大学生创新活动项目、暑期社会实践调研项目、科技节学生科研立项等），全面扫描、总结问题、配套资源、推进研究，择优推荐申报校级“挑战杯”孵化项目。于</w:t>
      </w: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日前，</w:t>
      </w:r>
      <w:r w:rsidRPr="00DE414C">
        <w:rPr>
          <w:rFonts w:hint="eastAsia"/>
          <w:sz w:val="24"/>
          <w:szCs w:val="24"/>
        </w:rPr>
        <w:t>各学院将选送的作品报至校团委（申报书和参赛作品一起装订，一式</w:t>
      </w:r>
      <w:r>
        <w:rPr>
          <w:rFonts w:hint="eastAsia"/>
          <w:sz w:val="24"/>
          <w:szCs w:val="24"/>
        </w:rPr>
        <w:t>两</w:t>
      </w:r>
      <w:r w:rsidRPr="00DE414C">
        <w:rPr>
          <w:rFonts w:hint="eastAsia"/>
          <w:sz w:val="24"/>
          <w:szCs w:val="24"/>
        </w:rPr>
        <w:t>份）。</w:t>
      </w:r>
    </w:p>
    <w:p w:rsidR="00BA2A03" w:rsidRPr="002B6D71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sz w:val="24"/>
          <w:szCs w:val="24"/>
        </w:rPr>
        <w:t>2</w:t>
      </w:r>
      <w:r w:rsidRPr="00DE414C">
        <w:rPr>
          <w:rFonts w:hint="eastAsia"/>
          <w:sz w:val="24"/>
          <w:szCs w:val="24"/>
        </w:rPr>
        <w:t>．立项阶段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2012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22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—12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日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工作内容：组委会进行立项评审</w:t>
      </w:r>
    </w:p>
    <w:p w:rsidR="00BA2A03" w:rsidRPr="00AF4AA0" w:rsidRDefault="00BA2A03" w:rsidP="00521FB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工作要求：与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 w:rsidRPr="003C2F53">
        <w:rPr>
          <w:rFonts w:cs="宋体" w:hint="eastAsia"/>
          <w:kern w:val="0"/>
          <w:sz w:val="24"/>
        </w:rPr>
        <w:t>学生科技创新竞赛项目评审</w:t>
      </w:r>
      <w:r>
        <w:rPr>
          <w:rFonts w:cs="宋体" w:hint="eastAsia"/>
          <w:kern w:val="0"/>
          <w:sz w:val="24"/>
        </w:rPr>
        <w:t>相结合，</w:t>
      </w:r>
      <w:r>
        <w:rPr>
          <w:rFonts w:hint="eastAsia"/>
          <w:sz w:val="24"/>
          <w:szCs w:val="24"/>
        </w:rPr>
        <w:t>根据各学院推荐的项目，组委会邀请相关领域的专家对课题进行评审，最终选出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个课题作为校级“挑战杯”孵化课题，并给予一定的经费资助。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sz w:val="24"/>
          <w:szCs w:val="24"/>
        </w:rPr>
        <w:t>3</w:t>
      </w:r>
      <w:r w:rsidRPr="00DE414C">
        <w:rPr>
          <w:rFonts w:hint="eastAsia"/>
          <w:sz w:val="24"/>
          <w:szCs w:val="24"/>
        </w:rPr>
        <w:t>．开展阶段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2012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日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工作内容：各孵化课题开展研究</w:t>
      </w:r>
    </w:p>
    <w:p w:rsidR="00BA2A03" w:rsidRPr="002B6D71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工作要求：在原有课题研究的基础上，继续完成课题，各学院要根据孵化课题的实际情况，配强指导教师，配齐实验设备，提供各方面的支持，以保证研究课题高质量的完成。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 w:rsidRPr="00DE414C">
        <w:rPr>
          <w:sz w:val="24"/>
          <w:szCs w:val="24"/>
        </w:rPr>
        <w:t>4</w:t>
      </w:r>
      <w:r w:rsidRPr="00DE414C">
        <w:rPr>
          <w:rFonts w:hint="eastAsia"/>
          <w:sz w:val="24"/>
          <w:szCs w:val="24"/>
        </w:rPr>
        <w:t>．中期检查阶段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—17</w:t>
      </w:r>
      <w:r>
        <w:rPr>
          <w:rFonts w:hint="eastAsia"/>
          <w:sz w:val="24"/>
          <w:szCs w:val="24"/>
        </w:rPr>
        <w:t>日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工作内容：开展孵化课题的中期检查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工作要求：委员会组织相关领域的校内外专家，对入围的孵化课题进行中期检查，并提出相关改进意见。对于优秀的课题进一步给予资助，对于无法按时完成的课题立即终止。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 w:rsidRPr="00DE414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课题完善阶段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18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—2</w:t>
      </w:r>
      <w:r>
        <w:rPr>
          <w:rFonts w:hint="eastAsia"/>
          <w:sz w:val="24"/>
          <w:szCs w:val="24"/>
        </w:rPr>
        <w:t>月底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工作内容：孵化课题进一步完善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工作要求：孵化课题针对专家的中期检查意见，作进一步完善。有实物的课题要完成实物的制作。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</w:t>
      </w:r>
      <w:r w:rsidRPr="00DE414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校内</w:t>
      </w:r>
      <w:r w:rsidRPr="00DE414C">
        <w:rPr>
          <w:rFonts w:hint="eastAsia"/>
          <w:sz w:val="24"/>
          <w:szCs w:val="24"/>
        </w:rPr>
        <w:t>终审阶段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工作内容：孵化课题校内终审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工作要求：组织相关领域校内外专家对孵化课题作评审，最终筛选出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个课题，推荐参加第十三届</w:t>
      </w:r>
      <w:r w:rsidRPr="00DE414C">
        <w:rPr>
          <w:rFonts w:hint="eastAsia"/>
          <w:sz w:val="24"/>
          <w:szCs w:val="24"/>
        </w:rPr>
        <w:t>“挑战杯”大学生课外学术科技作品竞赛</w:t>
      </w:r>
      <w:r>
        <w:rPr>
          <w:rFonts w:hint="eastAsia"/>
          <w:sz w:val="24"/>
          <w:szCs w:val="24"/>
        </w:rPr>
        <w:t>上海市选拔赛</w:t>
      </w:r>
      <w:r w:rsidRPr="00DE414C">
        <w:rPr>
          <w:rFonts w:hint="eastAsia"/>
          <w:sz w:val="24"/>
          <w:szCs w:val="24"/>
        </w:rPr>
        <w:t>。</w:t>
      </w:r>
    </w:p>
    <w:p w:rsidR="00BA2A03" w:rsidRPr="005907F1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</w:t>
      </w:r>
      <w:r w:rsidRPr="00DE414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“挑战杯”上海市选拔赛</w:t>
      </w:r>
    </w:p>
    <w:p w:rsidR="00BA2A03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月初</w:t>
      </w:r>
      <w:r>
        <w:rPr>
          <w:sz w:val="24"/>
          <w:szCs w:val="24"/>
        </w:rPr>
        <w:t>—6</w:t>
      </w:r>
      <w:r>
        <w:rPr>
          <w:rFonts w:hint="eastAsia"/>
          <w:sz w:val="24"/>
          <w:szCs w:val="24"/>
        </w:rPr>
        <w:t>月底</w:t>
      </w:r>
    </w:p>
    <w:p w:rsidR="00BA2A03" w:rsidRPr="00DE414C" w:rsidRDefault="00BA2A03" w:rsidP="00DE41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工作内容：第十三届</w:t>
      </w:r>
      <w:r w:rsidRPr="00DE414C">
        <w:rPr>
          <w:rFonts w:hint="eastAsia"/>
          <w:sz w:val="24"/>
          <w:szCs w:val="24"/>
        </w:rPr>
        <w:t>“挑战杯”大学生课外学术科技作品竞赛</w:t>
      </w:r>
      <w:r>
        <w:rPr>
          <w:rFonts w:hint="eastAsia"/>
          <w:sz w:val="24"/>
          <w:szCs w:val="24"/>
        </w:rPr>
        <w:t>上海市选拔赛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工作要求：力争进入全国决赛的课题数量上有新突破，尤其是文科项目上的突破。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</w:t>
      </w:r>
      <w:r w:rsidRPr="00DE414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“挑战杯”全国决赛准备阶段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月初</w:t>
      </w:r>
      <w:r>
        <w:rPr>
          <w:sz w:val="24"/>
          <w:szCs w:val="24"/>
        </w:rPr>
        <w:t>—9</w:t>
      </w:r>
      <w:r>
        <w:rPr>
          <w:rFonts w:hint="eastAsia"/>
          <w:sz w:val="24"/>
          <w:szCs w:val="24"/>
        </w:rPr>
        <w:t>月底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工作内容：入围全国决赛的课题进一步完善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工作要求：做好课题的全面包装，制作宣传材料、展示视频，进行参赛人员的培训，开展模拟答辩，完善作品实物或模型。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</w:t>
      </w:r>
      <w:r w:rsidRPr="00DE414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“挑战杯”全国决赛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间：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月下旬左右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工作内容：第十三届</w:t>
      </w:r>
      <w:r w:rsidRPr="00C0355B">
        <w:rPr>
          <w:rFonts w:hint="eastAsia"/>
          <w:sz w:val="24"/>
          <w:szCs w:val="24"/>
        </w:rPr>
        <w:t>“挑战杯”大学生课外学术科技作品竞赛</w:t>
      </w:r>
      <w:r>
        <w:rPr>
          <w:rFonts w:hint="eastAsia"/>
          <w:sz w:val="24"/>
          <w:szCs w:val="24"/>
        </w:rPr>
        <w:t>全国决赛现场问辩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工作要求：组织好赴苏州大学的参赛团队，为所有进入现场问辩的课题团队提供有效保障，力争在全国决赛中文理科全面推进。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人：王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颖、林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佳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</w:t>
      </w:r>
      <w:r>
        <w:rPr>
          <w:sz w:val="24"/>
          <w:szCs w:val="24"/>
        </w:rPr>
        <w:t>64322638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57122659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E-mail:shnuxsky@126.com</w:t>
      </w: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1E2A5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附件：</w:t>
      </w:r>
    </w:p>
    <w:p w:rsidR="00BA2A03" w:rsidRDefault="00BA2A03" w:rsidP="00E563E8">
      <w:pPr>
        <w:spacing w:line="360" w:lineRule="auto"/>
        <w:ind w:firstLineChars="200" w:firstLine="480"/>
        <w:rPr>
          <w:sz w:val="24"/>
          <w:szCs w:val="24"/>
        </w:rPr>
      </w:pPr>
      <w:r w:rsidRPr="00E563E8">
        <w:rPr>
          <w:sz w:val="24"/>
          <w:szCs w:val="24"/>
        </w:rPr>
        <w:t>1</w:t>
      </w:r>
      <w:r w:rsidRPr="00E563E8">
        <w:rPr>
          <w:rFonts w:hint="eastAsia"/>
          <w:sz w:val="24"/>
          <w:szCs w:val="24"/>
        </w:rPr>
        <w:t>．</w:t>
      </w:r>
      <w:r w:rsidRPr="00E563E8">
        <w:rPr>
          <w:sz w:val="24"/>
          <w:szCs w:val="24"/>
        </w:rPr>
        <w:t>201</w:t>
      </w:r>
      <w:r>
        <w:rPr>
          <w:sz w:val="24"/>
          <w:szCs w:val="24"/>
        </w:rPr>
        <w:t>3</w:t>
      </w:r>
      <w:r w:rsidRPr="00E563E8">
        <w:rPr>
          <w:rFonts w:hint="eastAsia"/>
          <w:sz w:val="24"/>
          <w:szCs w:val="24"/>
        </w:rPr>
        <w:t>上海</w:t>
      </w:r>
      <w:r>
        <w:rPr>
          <w:rFonts w:hint="eastAsia"/>
          <w:sz w:val="24"/>
          <w:szCs w:val="24"/>
        </w:rPr>
        <w:t>师范</w:t>
      </w:r>
      <w:r w:rsidRPr="00E563E8">
        <w:rPr>
          <w:rFonts w:hint="eastAsia"/>
          <w:sz w:val="24"/>
          <w:szCs w:val="24"/>
        </w:rPr>
        <w:t>大学“挑战杯”大学生课外学术科技作品竞赛</w:t>
      </w:r>
      <w:r>
        <w:rPr>
          <w:rFonts w:hint="eastAsia"/>
          <w:sz w:val="24"/>
          <w:szCs w:val="24"/>
        </w:rPr>
        <w:t>孵化</w:t>
      </w:r>
      <w:r w:rsidRPr="00E563E8">
        <w:rPr>
          <w:rFonts w:hint="eastAsia"/>
          <w:sz w:val="24"/>
          <w:szCs w:val="24"/>
        </w:rPr>
        <w:t>作品申报书</w:t>
      </w:r>
    </w:p>
    <w:p w:rsidR="00BA2A03" w:rsidRDefault="00BA2A03" w:rsidP="00E563E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Pr="00E563E8">
        <w:rPr>
          <w:sz w:val="24"/>
          <w:szCs w:val="24"/>
        </w:rPr>
        <w:t>201</w:t>
      </w:r>
      <w:r>
        <w:rPr>
          <w:sz w:val="24"/>
          <w:szCs w:val="24"/>
        </w:rPr>
        <w:t>3</w:t>
      </w:r>
      <w:r w:rsidRPr="00E563E8">
        <w:rPr>
          <w:rFonts w:hint="eastAsia"/>
          <w:sz w:val="24"/>
          <w:szCs w:val="24"/>
        </w:rPr>
        <w:t>上海</w:t>
      </w:r>
      <w:r>
        <w:rPr>
          <w:rFonts w:hint="eastAsia"/>
          <w:sz w:val="24"/>
          <w:szCs w:val="24"/>
        </w:rPr>
        <w:t>师范</w:t>
      </w:r>
      <w:r w:rsidRPr="00E563E8">
        <w:rPr>
          <w:rFonts w:hint="eastAsia"/>
          <w:sz w:val="24"/>
          <w:szCs w:val="24"/>
        </w:rPr>
        <w:t>大学“挑战杯”大学生课外学术科技作品竞赛</w:t>
      </w:r>
      <w:r>
        <w:rPr>
          <w:rFonts w:hint="eastAsia"/>
          <w:sz w:val="24"/>
          <w:szCs w:val="24"/>
        </w:rPr>
        <w:t>孵化</w:t>
      </w:r>
      <w:r w:rsidRPr="00E563E8">
        <w:rPr>
          <w:rFonts w:hint="eastAsia"/>
          <w:sz w:val="24"/>
          <w:szCs w:val="24"/>
        </w:rPr>
        <w:t>作品汇总表</w:t>
      </w:r>
    </w:p>
    <w:p w:rsidR="00BA2A03" w:rsidRPr="00E563E8" w:rsidRDefault="00BA2A03" w:rsidP="00E563E8">
      <w:pPr>
        <w:spacing w:line="360" w:lineRule="auto"/>
        <w:ind w:firstLineChars="200" w:firstLine="480"/>
        <w:rPr>
          <w:sz w:val="24"/>
          <w:szCs w:val="24"/>
        </w:rPr>
      </w:pPr>
    </w:p>
    <w:p w:rsidR="00BA2A03" w:rsidRDefault="00BA2A03" w:rsidP="00833AA6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上海师范大学科学技术管理处</w:t>
      </w:r>
    </w:p>
    <w:p w:rsidR="00BA2A03" w:rsidRDefault="00BA2A03" w:rsidP="00833AA6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上海师范大学社会科学管理处</w:t>
      </w:r>
    </w:p>
    <w:p w:rsidR="00BA2A03" w:rsidRDefault="00BA2A03" w:rsidP="00833AA6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共青团上海师范大学委员会</w:t>
      </w:r>
    </w:p>
    <w:p w:rsidR="00BA2A03" w:rsidRPr="00833AA6" w:rsidRDefault="00BA2A03" w:rsidP="00833AA6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二〇一二年十一月五日</w:t>
      </w:r>
    </w:p>
    <w:sectPr w:rsidR="00BA2A03" w:rsidRPr="00833AA6" w:rsidSect="00E563E8">
      <w:footerReference w:type="default" r:id="rId6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A03" w:rsidRDefault="00BA2A03" w:rsidP="00C0355B">
      <w:r>
        <w:separator/>
      </w:r>
    </w:p>
  </w:endnote>
  <w:endnote w:type="continuationSeparator" w:id="0">
    <w:p w:rsidR="00BA2A03" w:rsidRDefault="00BA2A03" w:rsidP="00C0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3" w:rsidRDefault="00BA2A03">
    <w:pPr>
      <w:pStyle w:val="Footer"/>
      <w:jc w:val="center"/>
    </w:pPr>
    <w:fldSimple w:instr=" PAGE   \* MERGEFORMAT ">
      <w:r w:rsidRPr="002643B3">
        <w:rPr>
          <w:noProof/>
          <w:lang w:val="zh-CN"/>
        </w:rPr>
        <w:t>4</w:t>
      </w:r>
    </w:fldSimple>
  </w:p>
  <w:p w:rsidR="00BA2A03" w:rsidRDefault="00BA2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A03" w:rsidRDefault="00BA2A03" w:rsidP="00C0355B">
      <w:r>
        <w:separator/>
      </w:r>
    </w:p>
  </w:footnote>
  <w:footnote w:type="continuationSeparator" w:id="0">
    <w:p w:rsidR="00BA2A03" w:rsidRDefault="00BA2A03" w:rsidP="00C03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6BA"/>
    <w:rsid w:val="00000D02"/>
    <w:rsid w:val="000B0B56"/>
    <w:rsid w:val="000D129E"/>
    <w:rsid w:val="000E027B"/>
    <w:rsid w:val="00105A12"/>
    <w:rsid w:val="001062F4"/>
    <w:rsid w:val="00135BC1"/>
    <w:rsid w:val="001B02E9"/>
    <w:rsid w:val="001E2A5B"/>
    <w:rsid w:val="00240CE5"/>
    <w:rsid w:val="002643B3"/>
    <w:rsid w:val="002B08BB"/>
    <w:rsid w:val="002B340F"/>
    <w:rsid w:val="002B6D71"/>
    <w:rsid w:val="002D58AE"/>
    <w:rsid w:val="003A0C96"/>
    <w:rsid w:val="003C2F53"/>
    <w:rsid w:val="00443369"/>
    <w:rsid w:val="004726BA"/>
    <w:rsid w:val="004C612F"/>
    <w:rsid w:val="00521FB2"/>
    <w:rsid w:val="005907F1"/>
    <w:rsid w:val="005D3B0D"/>
    <w:rsid w:val="0063146D"/>
    <w:rsid w:val="0063156E"/>
    <w:rsid w:val="00672B23"/>
    <w:rsid w:val="006E0731"/>
    <w:rsid w:val="007B75DE"/>
    <w:rsid w:val="007D63BD"/>
    <w:rsid w:val="00815AAD"/>
    <w:rsid w:val="00833AA6"/>
    <w:rsid w:val="0083610D"/>
    <w:rsid w:val="00854A85"/>
    <w:rsid w:val="008B0B41"/>
    <w:rsid w:val="008C44E4"/>
    <w:rsid w:val="008C5E90"/>
    <w:rsid w:val="009224CC"/>
    <w:rsid w:val="009E3E20"/>
    <w:rsid w:val="00AF4AA0"/>
    <w:rsid w:val="00BA2A03"/>
    <w:rsid w:val="00BC4432"/>
    <w:rsid w:val="00BD4D64"/>
    <w:rsid w:val="00C0355B"/>
    <w:rsid w:val="00C35A77"/>
    <w:rsid w:val="00C722D5"/>
    <w:rsid w:val="00D27A0A"/>
    <w:rsid w:val="00DA6282"/>
    <w:rsid w:val="00DE414C"/>
    <w:rsid w:val="00E011AE"/>
    <w:rsid w:val="00E563E8"/>
    <w:rsid w:val="00E676EC"/>
    <w:rsid w:val="00E90A35"/>
    <w:rsid w:val="00EC1FCC"/>
    <w:rsid w:val="00F24D4D"/>
    <w:rsid w:val="00F2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7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03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355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03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0355B"/>
    <w:rPr>
      <w:rFonts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E563E8"/>
    <w:pPr>
      <w:ind w:left="540" w:firstLineChars="149" w:firstLine="313"/>
    </w:pPr>
    <w:rPr>
      <w:rFonts w:ascii="Times New Roman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63E8"/>
    <w:rPr>
      <w:rFonts w:ascii="Times New Roman" w:eastAsia="宋体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2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4</Pages>
  <Words>366</Words>
  <Characters>2088</Characters>
  <Application>Microsoft Office Outlook</Application>
  <DocSecurity>0</DocSecurity>
  <Lines>0</Lines>
  <Paragraphs>0</Paragraphs>
  <ScaleCrop>false</ScaleCrop>
  <Company>上海师范大学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32</cp:revision>
  <dcterms:created xsi:type="dcterms:W3CDTF">2012-10-25T05:35:00Z</dcterms:created>
  <dcterms:modified xsi:type="dcterms:W3CDTF">2012-11-05T09:53:00Z</dcterms:modified>
</cp:coreProperties>
</file>